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176AC7C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75BA900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490D40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A4E37D3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490D40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6BF7E2AF" w:rsidR="00F1480E" w:rsidRPr="000754EC" w:rsidRDefault="006679FD" w:rsidP="000754EC">
            <w:pPr>
              <w:pStyle w:val="SIUnittitle"/>
            </w:pPr>
            <w:r w:rsidRPr="006679FD">
              <w:t>Construct brick and block structures and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212D7D" w14:textId="20723919" w:rsidR="006679FD" w:rsidRPr="006679FD" w:rsidRDefault="006679FD" w:rsidP="006679FD">
            <w:r w:rsidRPr="006679FD">
              <w:t>This unit of competency describes the skills and knowledge required to construct brick structures and features or block structures and features, or both as a component of landscap</w:t>
            </w:r>
            <w:r w:rsidR="00E82450">
              <w:t>e</w:t>
            </w:r>
            <w:r w:rsidRPr="006679FD">
              <w:t xml:space="preserve"> project</w:t>
            </w:r>
            <w:r w:rsidR="00E82450">
              <w:t xml:space="preserve"> works, including preparing for work, setting out and preparing site, constructing structure or feature, checking and cleaning up site</w:t>
            </w:r>
            <w:r w:rsidRPr="006679FD">
              <w:t>.</w:t>
            </w:r>
          </w:p>
          <w:p w14:paraId="0D4189F7" w14:textId="77777777" w:rsidR="006679FD" w:rsidRDefault="006679FD" w:rsidP="006679FD"/>
          <w:p w14:paraId="1ADAE928" w14:textId="385DAD02" w:rsidR="006679FD" w:rsidRPr="006679FD" w:rsidRDefault="006679FD" w:rsidP="006679FD">
            <w:r w:rsidRPr="006679FD">
              <w:t>Th</w:t>
            </w:r>
            <w:r w:rsidR="00E82450">
              <w:t>e</w:t>
            </w:r>
            <w:r w:rsidRPr="006679FD">
              <w:t xml:space="preserve"> unit applies to individuals who </w:t>
            </w:r>
            <w:r w:rsidR="00E82450">
              <w:t xml:space="preserve">construct brick and block structures and features under broad </w:t>
            </w:r>
            <w:proofErr w:type="gramStart"/>
            <w:r w:rsidR="00E82450">
              <w:t>direction, and</w:t>
            </w:r>
            <w:proofErr w:type="gramEnd"/>
            <w:r w:rsidR="00E82450">
              <w:t xml:space="preserve"> </w:t>
            </w:r>
            <w:r w:rsidRPr="006679FD">
              <w:t>take responsibility for their own work and for the quality of the work of others.</w:t>
            </w:r>
          </w:p>
          <w:p w14:paraId="7557C09D" w14:textId="77777777" w:rsidR="006679FD" w:rsidRDefault="006679FD" w:rsidP="006679FD"/>
          <w:p w14:paraId="034C6C33" w14:textId="213FEF4A" w:rsidR="00373436" w:rsidRPr="000754EC" w:rsidRDefault="00565D29" w:rsidP="008576F1">
            <w:pPr>
              <w:pStyle w:val="SIText"/>
            </w:pPr>
            <w:r w:rsidRPr="00A831E4">
              <w:t>State/territory licensing, legislative or certification requirements apply in some jurisdictions. Users are</w:t>
            </w:r>
            <w:r w:rsidRPr="00565D29">
              <w:t xml:space="preserve"> </w:t>
            </w:r>
            <w:r w:rsidRPr="00A831E4">
              <w:t>advised to check with the relevant regulatory authority</w:t>
            </w:r>
            <w:r w:rsidR="006679FD" w:rsidRPr="006679FD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5DD51D7" w:rsidR="00F1480E" w:rsidRPr="000754EC" w:rsidRDefault="00EA636C" w:rsidP="000754EC">
            <w:pPr>
              <w:pStyle w:val="SIText"/>
            </w:pPr>
            <w:r>
              <w:t>AHCLSC302 Construct landscape features using concrete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79F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0C05AAB" w:rsidR="006679FD" w:rsidRPr="006679FD" w:rsidRDefault="006679FD" w:rsidP="006679FD">
            <w:pPr>
              <w:pStyle w:val="SIText"/>
            </w:pPr>
            <w:r w:rsidRPr="006679FD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3C6F66F4" w14:textId="4CC2CBC0" w:rsidR="006679FD" w:rsidRPr="006679FD" w:rsidRDefault="006679FD" w:rsidP="006679FD">
            <w:r w:rsidRPr="006679FD">
              <w:t xml:space="preserve">1.1 Interpret </w:t>
            </w:r>
            <w:r w:rsidR="00E82450">
              <w:t xml:space="preserve">site </w:t>
            </w:r>
            <w:r w:rsidRPr="006679FD">
              <w:t>plans and specifications</w:t>
            </w:r>
          </w:p>
          <w:p w14:paraId="6150EB1C" w14:textId="77777777" w:rsidR="00E82450" w:rsidRDefault="006679FD" w:rsidP="006679FD">
            <w:r w:rsidRPr="006679FD">
              <w:t xml:space="preserve">1.2 </w:t>
            </w:r>
            <w:r w:rsidR="00E82450" w:rsidRPr="008B4BF5">
              <w:t xml:space="preserve">Identify </w:t>
            </w:r>
            <w:r w:rsidR="00E82450" w:rsidRPr="00E82450">
              <w:t>potential hazards and risks, and implement safe working practices to manage risk</w:t>
            </w:r>
            <w:r w:rsidR="00E82450">
              <w:t>s</w:t>
            </w:r>
          </w:p>
          <w:p w14:paraId="18CD76AF" w14:textId="2F52FFA1" w:rsidR="006679FD" w:rsidRPr="006679FD" w:rsidRDefault="00E82450" w:rsidP="006679FD">
            <w:r>
              <w:t xml:space="preserve">1.3 </w:t>
            </w:r>
            <w:r w:rsidR="006679FD" w:rsidRPr="006679FD">
              <w:t>Check the quantity and quality of materials</w:t>
            </w:r>
          </w:p>
          <w:p w14:paraId="1D4EDB76" w14:textId="271AB46E" w:rsidR="006679FD" w:rsidRPr="006679FD" w:rsidRDefault="006679FD" w:rsidP="006679FD">
            <w:r w:rsidRPr="006679FD">
              <w:t>1.</w:t>
            </w:r>
            <w:r w:rsidR="00A85680">
              <w:t>4</w:t>
            </w:r>
            <w:r w:rsidRPr="006679FD">
              <w:t xml:space="preserve"> Select tools</w:t>
            </w:r>
            <w:r w:rsidR="00C25985">
              <w:t>,</w:t>
            </w:r>
            <w:r w:rsidRPr="006679FD">
              <w:t xml:space="preserve"> equipment </w:t>
            </w:r>
            <w:r w:rsidR="00C25985">
              <w:t xml:space="preserve">and machinery </w:t>
            </w:r>
            <w:r w:rsidR="00A85680">
              <w:t xml:space="preserve">required for construction work </w:t>
            </w:r>
            <w:r w:rsidRPr="006679FD">
              <w:t xml:space="preserve">and check for </w:t>
            </w:r>
            <w:r w:rsidR="00092E94">
              <w:t>safe operation</w:t>
            </w:r>
          </w:p>
          <w:p w14:paraId="1A8A2924" w14:textId="4560E299" w:rsidR="006679FD" w:rsidRPr="006679FD" w:rsidRDefault="006679FD" w:rsidP="006679FD">
            <w:r w:rsidRPr="006679FD">
              <w:t xml:space="preserve">1.5 </w:t>
            </w:r>
            <w:r w:rsidR="00A85680" w:rsidRPr="006679FD">
              <w:t>Select</w:t>
            </w:r>
            <w:r w:rsidR="00A85680">
              <w:t xml:space="preserve">, fit, </w:t>
            </w:r>
            <w:proofErr w:type="gramStart"/>
            <w:r w:rsidR="00A85680">
              <w:t>use</w:t>
            </w:r>
            <w:proofErr w:type="gramEnd"/>
            <w:r w:rsidR="00A85680" w:rsidRPr="006679FD">
              <w:t xml:space="preserve"> and </w:t>
            </w:r>
            <w:r w:rsidR="00A85680">
              <w:t>maintain</w:t>
            </w:r>
            <w:r w:rsidR="00A85680" w:rsidRPr="006679FD">
              <w:t xml:space="preserve"> personal protective equipment (PPE)</w:t>
            </w:r>
            <w:r w:rsidR="00A85680">
              <w:t xml:space="preserve"> applicable to the task</w:t>
            </w:r>
          </w:p>
          <w:p w14:paraId="1696B99B" w14:textId="2CCBA048" w:rsidR="006679FD" w:rsidRPr="006679FD" w:rsidRDefault="006679FD" w:rsidP="006679FD">
            <w:r w:rsidRPr="006679FD">
              <w:t>1.6</w:t>
            </w:r>
            <w:r w:rsidR="00A85680" w:rsidRPr="006679FD">
              <w:t xml:space="preserve"> Identify the potential environmental impacts of proposed brick and block construction works</w:t>
            </w:r>
            <w:r w:rsidR="00EC46FF">
              <w:t xml:space="preserve"> and implement suitable control strategies</w:t>
            </w:r>
          </w:p>
        </w:tc>
      </w:tr>
      <w:tr w:rsidR="006679F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BBCB88E" w:rsidR="006679FD" w:rsidRPr="006679FD" w:rsidRDefault="006679FD" w:rsidP="006679FD">
            <w:pPr>
              <w:pStyle w:val="SIText"/>
            </w:pPr>
            <w:r w:rsidRPr="006679FD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3F8C6A1" w14:textId="2F855619" w:rsidR="006679FD" w:rsidRPr="006679FD" w:rsidRDefault="006679FD" w:rsidP="006679FD">
            <w:r w:rsidRPr="006679FD">
              <w:t>2.1 Determine</w:t>
            </w:r>
            <w:r w:rsidR="00A85680">
              <w:t>,</w:t>
            </w:r>
            <w:r w:rsidRPr="006679FD">
              <w:t xml:space="preserve"> </w:t>
            </w:r>
            <w:proofErr w:type="gramStart"/>
            <w:r w:rsidRPr="006679FD">
              <w:t>locate</w:t>
            </w:r>
            <w:proofErr w:type="gramEnd"/>
            <w:r w:rsidR="00A85680">
              <w:t xml:space="preserve"> and mark out</w:t>
            </w:r>
            <w:r w:rsidRPr="006679FD">
              <w:t xml:space="preserve"> services</w:t>
            </w:r>
            <w:r w:rsidR="00A85680">
              <w:t xml:space="preserve"> from site plan</w:t>
            </w:r>
            <w:r w:rsidR="00EC46FF">
              <w:t xml:space="preserve"> where applicable</w:t>
            </w:r>
          </w:p>
          <w:p w14:paraId="59E90553" w14:textId="77777777" w:rsidR="006679FD" w:rsidRPr="006679FD" w:rsidRDefault="006679FD" w:rsidP="006679FD">
            <w:r w:rsidRPr="006679FD">
              <w:t>2.2 Mark out the position of the structure or feature according to site plans</w:t>
            </w:r>
          </w:p>
          <w:p w14:paraId="6BB72E57" w14:textId="30681729" w:rsidR="006679FD" w:rsidRPr="006679FD" w:rsidRDefault="006679FD" w:rsidP="00C97F38">
            <w:r w:rsidRPr="006679FD">
              <w:t>2.3 Establish profiles to conform to the nominated tolerances</w:t>
            </w:r>
          </w:p>
        </w:tc>
      </w:tr>
      <w:tr w:rsidR="006679FD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45E33F7" w:rsidR="006679FD" w:rsidRPr="006679FD" w:rsidRDefault="006679FD" w:rsidP="006679FD">
            <w:pPr>
              <w:pStyle w:val="SIText"/>
            </w:pPr>
            <w:r w:rsidRPr="006679FD">
              <w:t>3. Construct structure or feature</w:t>
            </w:r>
          </w:p>
        </w:tc>
        <w:tc>
          <w:tcPr>
            <w:tcW w:w="3604" w:type="pct"/>
            <w:shd w:val="clear" w:color="auto" w:fill="auto"/>
          </w:tcPr>
          <w:p w14:paraId="49C7C56B" w14:textId="31ECFB4B" w:rsidR="006679FD" w:rsidRPr="006679FD" w:rsidRDefault="006679FD" w:rsidP="006679FD">
            <w:r w:rsidRPr="006679FD">
              <w:t>3.1 Mix mortar to determined ratio and add bonding and colouring agents and other appropriate admixes,</w:t>
            </w:r>
            <w:r w:rsidR="00C11224">
              <w:t xml:space="preserve"> if required</w:t>
            </w:r>
            <w:r w:rsidRPr="006679FD">
              <w:t xml:space="preserve"> in accordance with specifications</w:t>
            </w:r>
          </w:p>
          <w:p w14:paraId="12F380B7" w14:textId="77777777" w:rsidR="00C97F38" w:rsidRDefault="006679FD" w:rsidP="006679FD">
            <w:r w:rsidRPr="006679FD">
              <w:t xml:space="preserve">3.2 Lay damp proofing </w:t>
            </w:r>
            <w:r w:rsidR="00EC46FF">
              <w:t>if required</w:t>
            </w:r>
          </w:p>
          <w:p w14:paraId="0FED706B" w14:textId="244D3BB0" w:rsidR="006679FD" w:rsidRPr="006679FD" w:rsidRDefault="00C97F38" w:rsidP="006679FD">
            <w:r>
              <w:t>3.3</w:t>
            </w:r>
            <w:r w:rsidR="006679FD" w:rsidRPr="006679FD">
              <w:t xml:space="preserve"> </w:t>
            </w:r>
            <w:r>
              <w:t xml:space="preserve">Establish </w:t>
            </w:r>
            <w:r w:rsidR="006679FD" w:rsidRPr="006679FD">
              <w:t>base course of brick or block work</w:t>
            </w:r>
            <w:r>
              <w:t xml:space="preserve"> to achieve final level heights</w:t>
            </w:r>
          </w:p>
          <w:p w14:paraId="22FE647B" w14:textId="41F7A6D4" w:rsidR="006679FD" w:rsidRDefault="006679FD" w:rsidP="006679FD">
            <w:r w:rsidRPr="006679FD">
              <w:t>3.</w:t>
            </w:r>
            <w:r w:rsidR="00C97F38">
              <w:t>4</w:t>
            </w:r>
            <w:r w:rsidRPr="006679FD">
              <w:t xml:space="preserve"> Lay courses of brick or block work using designated bonds in a manner that will ensure the viability and stability of the structure</w:t>
            </w:r>
          </w:p>
          <w:p w14:paraId="59078A85" w14:textId="42967879" w:rsidR="00C97F38" w:rsidRPr="006679FD" w:rsidRDefault="00C97F38" w:rsidP="006679FD">
            <w:r>
              <w:t>3.5 Cut bricks or blocks using mechanical and hand cut method</w:t>
            </w:r>
          </w:p>
          <w:p w14:paraId="79AB7B58" w14:textId="54C7EF54" w:rsidR="006679FD" w:rsidRDefault="006679FD" w:rsidP="006679FD">
            <w:pPr>
              <w:pStyle w:val="SIText"/>
            </w:pPr>
            <w:r w:rsidRPr="006679FD">
              <w:t>3.</w:t>
            </w:r>
            <w:r w:rsidR="00C97F38">
              <w:t>6</w:t>
            </w:r>
            <w:r w:rsidRPr="006679FD">
              <w:t xml:space="preserve"> Apply finishes to brick or block work</w:t>
            </w:r>
          </w:p>
          <w:p w14:paraId="496261D9" w14:textId="15353AF7" w:rsidR="00EA636C" w:rsidRDefault="00C25985" w:rsidP="00C25985">
            <w:r>
              <w:t>3.</w:t>
            </w:r>
            <w:r w:rsidR="00C97F38">
              <w:t>7</w:t>
            </w:r>
            <w:r>
              <w:t xml:space="preserve"> </w:t>
            </w:r>
            <w:r w:rsidR="00EA636C">
              <w:t>Apply waterproofing according to site plans and specifications</w:t>
            </w:r>
          </w:p>
          <w:p w14:paraId="7C104250" w14:textId="3623DA37" w:rsidR="00C25985" w:rsidRPr="006679FD" w:rsidRDefault="00EA636C" w:rsidP="00490D40">
            <w:r>
              <w:t>3.</w:t>
            </w:r>
            <w:r w:rsidR="00C97F38">
              <w:t>8</w:t>
            </w:r>
            <w:r>
              <w:t xml:space="preserve"> </w:t>
            </w:r>
            <w:r w:rsidR="00C25985" w:rsidRPr="006679FD">
              <w:t>Install drainage systems according to site plans and specifications</w:t>
            </w:r>
          </w:p>
        </w:tc>
      </w:tr>
      <w:tr w:rsidR="006679FD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8D8FC0C" w:rsidR="006679FD" w:rsidRPr="006679FD" w:rsidRDefault="006679FD" w:rsidP="006679FD">
            <w:pPr>
              <w:pStyle w:val="SIText"/>
            </w:pPr>
            <w:r w:rsidRPr="006679FD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26070E18" w14:textId="77777777" w:rsidR="006679FD" w:rsidRPr="006679FD" w:rsidRDefault="006679FD" w:rsidP="006679FD">
            <w:r w:rsidRPr="006679FD">
              <w:t>4.1 Inspect the quality of finished works to ensure the standard of the finished structure or feature has been achieved</w:t>
            </w:r>
          </w:p>
          <w:p w14:paraId="77B4869B" w14:textId="7B01FAAE" w:rsidR="006679FD" w:rsidRPr="006679FD" w:rsidRDefault="006679FD" w:rsidP="006679FD">
            <w:r w:rsidRPr="006679FD">
              <w:t>4.2 Clean down brick or block work surfaces in an environmentally safe and sensitive manner</w:t>
            </w:r>
          </w:p>
          <w:p w14:paraId="2EA8EA64" w14:textId="30F3E387" w:rsidR="006679FD" w:rsidRDefault="006679FD" w:rsidP="006679FD">
            <w:r w:rsidRPr="006679FD">
              <w:t xml:space="preserve">4.3 Clean, </w:t>
            </w:r>
            <w:r w:rsidR="004D3539">
              <w:t xml:space="preserve">maintain and </w:t>
            </w:r>
            <w:r w:rsidRPr="006679FD">
              <w:t>store tools and equipment</w:t>
            </w:r>
          </w:p>
          <w:p w14:paraId="594E8C1D" w14:textId="3FCC59DA" w:rsidR="004D3539" w:rsidRPr="006679FD" w:rsidRDefault="004D3539" w:rsidP="006679FD">
            <w:r>
              <w:t>4.4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D3539" w:rsidRPr="00336FCA" w:rsidDel="00423CB2" w14:paraId="1CF24FD6" w14:textId="77777777" w:rsidTr="00CA2922">
        <w:tc>
          <w:tcPr>
            <w:tcW w:w="1396" w:type="pct"/>
          </w:tcPr>
          <w:p w14:paraId="6D88B952" w14:textId="132D8224" w:rsidR="004D3539" w:rsidRPr="004D3539" w:rsidRDefault="004D3539" w:rsidP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D3539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5C04377C" w:rsidR="004D3539" w:rsidRPr="004D3539" w:rsidRDefault="004D3539" w:rsidP="008035D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D3539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8035D2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095346" w:rsidRPr="008035D2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8035D2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  <w:tr w:rsidR="00C11224" w:rsidRPr="00336FCA" w:rsidDel="00423CB2" w14:paraId="0D26AA70" w14:textId="77777777" w:rsidTr="00C112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A3D5" w14:textId="77777777" w:rsidR="00C11224" w:rsidRPr="00C11224" w:rsidRDefault="00C11224" w:rsidP="00C112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11224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152B" w14:textId="504EFC9E" w:rsidR="00C11224" w:rsidRPr="00A63BE0" w:rsidRDefault="00C11224" w:rsidP="00A63BE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63BE0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Pr="00A63BE0">
              <w:rPr>
                <w:rStyle w:val="SITemporaryText-red"/>
                <w:rFonts w:eastAsia="Calibri"/>
                <w:color w:val="auto"/>
                <w:sz w:val="20"/>
              </w:rPr>
              <w:t>read</w:t>
            </w:r>
            <w:proofErr w:type="gramEnd"/>
            <w:r w:rsidRPr="00A63BE0">
              <w:rPr>
                <w:rStyle w:val="SITemporaryText-red"/>
                <w:rFonts w:eastAsia="Calibri"/>
                <w:color w:val="auto"/>
                <w:sz w:val="20"/>
              </w:rPr>
              <w:t xml:space="preserve"> and use tape measures and scale rulers</w:t>
            </w:r>
          </w:p>
          <w:p w14:paraId="7FF8F6F2" w14:textId="6B38C8E2" w:rsidR="00C11224" w:rsidRPr="00C11224" w:rsidRDefault="00C11224" w:rsidP="00A63BE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63BE0">
              <w:rPr>
                <w:rStyle w:val="SITemporaryText-red"/>
                <w:rFonts w:eastAsia="Calibri"/>
                <w:color w:val="auto"/>
                <w:sz w:val="20"/>
              </w:rPr>
              <w:t xml:space="preserve">Set out </w:t>
            </w:r>
            <w:r w:rsidR="00A63BE0" w:rsidRPr="00A63BE0">
              <w:rPr>
                <w:rStyle w:val="SITemporaryText-red"/>
                <w:rFonts w:eastAsia="Calibri"/>
                <w:color w:val="auto"/>
                <w:sz w:val="20"/>
              </w:rPr>
              <w:t>right angles using 3:4:5 method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:rsidRPr="00177AFB" w14:paraId="7449DA1D" w14:textId="77777777" w:rsidTr="00F33FF2">
        <w:tc>
          <w:tcPr>
            <w:tcW w:w="1028" w:type="pct"/>
          </w:tcPr>
          <w:p w14:paraId="58D6B37C" w14:textId="014030B3" w:rsidR="00DA54B5" w:rsidRPr="00095346" w:rsidRDefault="004D3539" w:rsidP="009375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AHCLSC3</w:t>
            </w:r>
            <w:r w:rsidR="0093758F" w:rsidRPr="0093758F">
              <w:rPr>
                <w:rStyle w:val="SITemporaryText-red"/>
                <w:color w:val="auto"/>
                <w:sz w:val="20"/>
              </w:rPr>
              <w:t>XX</w:t>
            </w:r>
            <w:r w:rsidRPr="0093758F">
              <w:rPr>
                <w:rStyle w:val="SITemporaryText-red"/>
                <w:color w:val="auto"/>
                <w:sz w:val="20"/>
              </w:rPr>
              <w:t xml:space="preserve"> Construct brick and block structures and features</w:t>
            </w:r>
          </w:p>
          <w:p w14:paraId="09E49E25" w14:textId="048BEC2C" w:rsidR="004D3539" w:rsidRPr="0093758F" w:rsidRDefault="004D3539" w:rsidP="009375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93758F" w:rsidRPr="0093758F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447C4DAF" w14:textId="77777777" w:rsidR="004D3539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AHCLSC303 Construct brick and block structures and features</w:t>
            </w:r>
          </w:p>
          <w:p w14:paraId="2293AA64" w14:textId="6D1A35DD" w:rsidR="00DA54B5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259CD872" w14:textId="06EFF91D" w:rsidR="004D3539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F34944E" w14:textId="1E6937C6" w:rsidR="0093758F" w:rsidRPr="0093758F" w:rsidRDefault="009375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Added prerequisite unit</w:t>
            </w:r>
          </w:p>
          <w:p w14:paraId="0D284936" w14:textId="77777777" w:rsidR="004D3539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5D8D4E25" w14:textId="77777777" w:rsidR="004D3539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0FBBDC2" w:rsidR="00DA54B5" w:rsidRPr="0093758F" w:rsidRDefault="004D35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176C71CF" w:rsidR="00DA54B5" w:rsidRPr="0093758F" w:rsidRDefault="009375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58F">
              <w:rPr>
                <w:rStyle w:val="SITemporaryText-red"/>
                <w:color w:val="auto"/>
                <w:sz w:val="20"/>
              </w:rPr>
              <w:t>Not e</w:t>
            </w:r>
            <w:r w:rsidR="00DA54B5" w:rsidRPr="0093758F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8EC6812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656DBC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79FD" w:rsidRPr="006679FD">
              <w:t>AHCLSC3</w:t>
            </w:r>
            <w:r w:rsidR="0093758F">
              <w:t>XX</w:t>
            </w:r>
            <w:r w:rsidR="006679FD" w:rsidRPr="006679FD">
              <w:t xml:space="preserve"> Construct brick and block structures and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77AFB">
        <w:trPr>
          <w:trHeight w:val="2017"/>
        </w:trPr>
        <w:tc>
          <w:tcPr>
            <w:tcW w:w="5000" w:type="pct"/>
            <w:gridSpan w:val="2"/>
            <w:shd w:val="clear" w:color="auto" w:fill="auto"/>
          </w:tcPr>
          <w:p w14:paraId="30D1643E" w14:textId="2451B018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177AFB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177AFB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67ED57EB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4D3539">
              <w:rPr>
                <w:rStyle w:val="SITemporaryText-red"/>
              </w:rPr>
              <w:t xml:space="preserve"> </w:t>
            </w:r>
            <w:r w:rsidR="004D3539" w:rsidRPr="004D3539">
              <w:t>construct</w:t>
            </w:r>
            <w:r w:rsidR="004D3539">
              <w:t>ed</w:t>
            </w:r>
            <w:r w:rsidR="004D3539" w:rsidRPr="004D3539">
              <w:t xml:space="preserve"> brick and block structures and features</w:t>
            </w:r>
            <w:r w:rsidR="00EA636C">
              <w:t>, using two different construction methods</w:t>
            </w:r>
            <w:r w:rsidR="004D3539">
              <w:t xml:space="preserve"> and has</w:t>
            </w:r>
            <w:r w:rsidRPr="00177AFB">
              <w:rPr>
                <w:rStyle w:val="SITemporaryText-red"/>
                <w:color w:val="auto"/>
                <w:sz w:val="20"/>
              </w:rPr>
              <w:t>:</w:t>
            </w:r>
          </w:p>
          <w:p w14:paraId="5DF06EA7" w14:textId="77777777" w:rsidR="004D3539" w:rsidRPr="004D3539" w:rsidRDefault="004D3539" w:rsidP="004D3539">
            <w:pPr>
              <w:pStyle w:val="SIBulletList1"/>
            </w:pPr>
            <w:r>
              <w:t>applied workplace health and safety requirements</w:t>
            </w:r>
          </w:p>
          <w:p w14:paraId="6BD1F72C" w14:textId="7C23F2B3" w:rsidR="004D3539" w:rsidRPr="004D3539" w:rsidRDefault="004D3539" w:rsidP="004D3539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4D3539">
              <w:t>tools and equipment required for constructing</w:t>
            </w:r>
            <w:r>
              <w:t xml:space="preserve"> brick and block structures and</w:t>
            </w:r>
            <w:r w:rsidRPr="004D3539">
              <w:t xml:space="preserve"> features</w:t>
            </w:r>
          </w:p>
          <w:p w14:paraId="47BBE69D" w14:textId="2A4EDFB6" w:rsidR="006679FD" w:rsidRPr="006679FD" w:rsidRDefault="006679FD" w:rsidP="006679FD">
            <w:pPr>
              <w:pStyle w:val="SIBulletList1"/>
            </w:pPr>
            <w:r w:rsidRPr="006679FD">
              <w:t>interpret</w:t>
            </w:r>
            <w:r w:rsidR="004D3539">
              <w:t>ed</w:t>
            </w:r>
            <w:r w:rsidRPr="006679FD">
              <w:t xml:space="preserve"> site plans and specifications</w:t>
            </w:r>
          </w:p>
          <w:p w14:paraId="6FC0645A" w14:textId="441CC6D0" w:rsidR="00EA636C" w:rsidRDefault="00EA636C" w:rsidP="00EA636C">
            <w:pPr>
              <w:pStyle w:val="SIBulletList1"/>
            </w:pPr>
            <w:r w:rsidRPr="006679FD">
              <w:t>establish</w:t>
            </w:r>
            <w:r w:rsidRPr="00EA636C">
              <w:t>ed levels using levelling equipment</w:t>
            </w:r>
          </w:p>
          <w:p w14:paraId="1F03F37B" w14:textId="5519EF28" w:rsidR="00EA636C" w:rsidRDefault="00EA636C" w:rsidP="00EA636C">
            <w:pPr>
              <w:pStyle w:val="SIBulletList1"/>
            </w:pPr>
            <w:r>
              <w:t>gauged brickworks to maintain correct spacing</w:t>
            </w:r>
          </w:p>
          <w:p w14:paraId="5EF8BA0E" w14:textId="2F2AACD0" w:rsidR="00EA636C" w:rsidRPr="00EA636C" w:rsidRDefault="00EA636C" w:rsidP="00EA636C">
            <w:pPr>
              <w:pStyle w:val="SIBulletList1"/>
            </w:pPr>
            <w:r>
              <w:t>setup profiles for brick and block structures and features</w:t>
            </w:r>
          </w:p>
          <w:p w14:paraId="0E8AE1B1" w14:textId="0F21FA44" w:rsidR="006679FD" w:rsidRDefault="006679FD" w:rsidP="006679FD">
            <w:pPr>
              <w:pStyle w:val="SIBulletList1"/>
            </w:pPr>
            <w:r w:rsidRPr="006679FD">
              <w:t>measure</w:t>
            </w:r>
            <w:r w:rsidR="007F1947">
              <w:t>d</w:t>
            </w:r>
            <w:r w:rsidRPr="006679FD">
              <w:t xml:space="preserve"> and construct</w:t>
            </w:r>
            <w:r w:rsidR="007F1947">
              <w:t>ed</w:t>
            </w:r>
            <w:r w:rsidRPr="006679FD">
              <w:t xml:space="preserve"> profiles using mathematical techniques</w:t>
            </w:r>
          </w:p>
          <w:p w14:paraId="258ABCB3" w14:textId="0781DF2D" w:rsidR="009A29BD" w:rsidRPr="006679FD" w:rsidRDefault="009A29BD" w:rsidP="006679FD">
            <w:pPr>
              <w:pStyle w:val="SIBulletList1"/>
            </w:pPr>
            <w:r>
              <w:t>cut bricks or blocks</w:t>
            </w:r>
          </w:p>
          <w:p w14:paraId="0100EFD0" w14:textId="4A256408" w:rsidR="006679FD" w:rsidRDefault="006679FD" w:rsidP="006679FD">
            <w:pPr>
              <w:pStyle w:val="SIBulletList1"/>
            </w:pPr>
            <w:r w:rsidRPr="006679FD">
              <w:t>construct</w:t>
            </w:r>
            <w:r w:rsidR="007F1947">
              <w:t>ed</w:t>
            </w:r>
            <w:r w:rsidRPr="006679FD">
              <w:t xml:space="preserve"> brick or block structure or feature</w:t>
            </w:r>
          </w:p>
          <w:p w14:paraId="177B5DE7" w14:textId="2B8B31B0" w:rsidR="006C1881" w:rsidRDefault="006C1881" w:rsidP="006679FD">
            <w:pPr>
              <w:pStyle w:val="SIBulletList1"/>
            </w:pPr>
            <w:r>
              <w:t>applied bonding techniques</w:t>
            </w:r>
          </w:p>
          <w:p w14:paraId="2BD6E56D" w14:textId="73467FB3" w:rsidR="00EA636C" w:rsidRDefault="00EA636C" w:rsidP="006679FD">
            <w:pPr>
              <w:pStyle w:val="SIBulletList1"/>
            </w:pPr>
            <w:r>
              <w:t>applied joint treatment</w:t>
            </w:r>
          </w:p>
          <w:p w14:paraId="454CC269" w14:textId="09B50D2E" w:rsidR="00EA636C" w:rsidRPr="006679FD" w:rsidRDefault="00EA636C" w:rsidP="006679FD">
            <w:pPr>
              <w:pStyle w:val="SIBulletList1"/>
            </w:pPr>
            <w:r>
              <w:t>cleaned brick or block</w:t>
            </w:r>
          </w:p>
          <w:p w14:paraId="269173BE" w14:textId="06D5ABCD" w:rsidR="004D3539" w:rsidRDefault="006679FD" w:rsidP="004D3539">
            <w:pPr>
              <w:pStyle w:val="SIBulletList1"/>
            </w:pPr>
            <w:r w:rsidRPr="006679FD">
              <w:t>check</w:t>
            </w:r>
            <w:r w:rsidR="007F1947">
              <w:t>ed</w:t>
            </w:r>
            <w:r w:rsidRPr="006679FD">
              <w:t xml:space="preserve"> quality of work and clean</w:t>
            </w:r>
            <w:r w:rsidR="007F1947">
              <w:t>ed</w:t>
            </w:r>
            <w:r w:rsidRPr="006679FD">
              <w:t xml:space="preserve"> up site</w:t>
            </w:r>
          </w:p>
          <w:p w14:paraId="3F4E2EAA" w14:textId="3511F5E6" w:rsidR="00556C4C" w:rsidRPr="000754EC" w:rsidRDefault="004D3539" w:rsidP="004D3539">
            <w:pPr>
              <w:pStyle w:val="SIBulletList1"/>
            </w:pPr>
            <w:r>
              <w:t>reported unserviceable tools and equipment</w:t>
            </w:r>
            <w:r w:rsidRPr="004D3539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12A2820" w14:textId="3B6A2582" w:rsidR="007F1947" w:rsidRPr="007F1947" w:rsidRDefault="007F1947" w:rsidP="007F1947">
            <w:pPr>
              <w:pStyle w:val="SIBulletList1"/>
            </w:pPr>
            <w:r>
              <w:t xml:space="preserve">workplace </w:t>
            </w:r>
            <w:r w:rsidRPr="007F1947">
              <w:t xml:space="preserve">requirements applicable to health and safety in the workplace for constructing </w:t>
            </w:r>
            <w:r w:rsidRPr="004D3539">
              <w:t>brick and block structures and</w:t>
            </w:r>
            <w:r w:rsidRPr="007F1947">
              <w:t xml:space="preserve"> features, including appropriate use of personal protective equipment (PPE)</w:t>
            </w:r>
          </w:p>
          <w:p w14:paraId="6A943EA6" w14:textId="416777A8" w:rsidR="006679FD" w:rsidRPr="006679FD" w:rsidRDefault="006679FD" w:rsidP="006679FD">
            <w:pPr>
              <w:pStyle w:val="SIBulletList1"/>
            </w:pPr>
            <w:r w:rsidRPr="006679FD">
              <w:t>principles and practices of brick and block construction</w:t>
            </w:r>
            <w:r w:rsidR="007F1947">
              <w:t>, including:</w:t>
            </w:r>
          </w:p>
          <w:p w14:paraId="5434574C" w14:textId="565B36DD" w:rsidR="006679FD" w:rsidRDefault="006679FD" w:rsidP="007F1947">
            <w:pPr>
              <w:pStyle w:val="SIBulletList2"/>
            </w:pPr>
            <w:r w:rsidRPr="006679FD">
              <w:t>components of mortar, including bonding and colouring agents</w:t>
            </w:r>
            <w:r w:rsidR="006C1881">
              <w:t xml:space="preserve"> and ratios</w:t>
            </w:r>
            <w:r w:rsidR="00A63BE0">
              <w:t>, and their importance</w:t>
            </w:r>
          </w:p>
          <w:p w14:paraId="52EECA74" w14:textId="53A46BF8" w:rsidR="006C1881" w:rsidRDefault="006C1881" w:rsidP="007F1947">
            <w:pPr>
              <w:pStyle w:val="SIBulletList2"/>
            </w:pPr>
            <w:r>
              <w:t>site plans and specifications</w:t>
            </w:r>
          </w:p>
          <w:p w14:paraId="65CEE999" w14:textId="78EC118A" w:rsidR="006C1881" w:rsidRDefault="008035D2" w:rsidP="007F1947">
            <w:pPr>
              <w:pStyle w:val="SIBulletList2"/>
            </w:pPr>
            <w:r>
              <w:t xml:space="preserve">structural integrity of </w:t>
            </w:r>
            <w:r w:rsidR="006C1881">
              <w:t>brick and block structures and features</w:t>
            </w:r>
          </w:p>
          <w:p w14:paraId="637A6DE7" w14:textId="3B882E9C" w:rsidR="008035D2" w:rsidRDefault="008035D2" w:rsidP="007F1947">
            <w:pPr>
              <w:pStyle w:val="SIBulletList2"/>
            </w:pPr>
            <w:r>
              <w:t>Australian standards and codes relevant to constructing brick and block structures and features</w:t>
            </w:r>
          </w:p>
          <w:p w14:paraId="34D8306F" w14:textId="41E1AFF3" w:rsidR="000404F7" w:rsidRDefault="006C1881" w:rsidP="001229F9">
            <w:pPr>
              <w:pStyle w:val="SIBulletList2"/>
            </w:pPr>
            <w:r>
              <w:t>local and State/Territory regulations and legislation applicable to constructing brick and block structures and features</w:t>
            </w:r>
          </w:p>
          <w:p w14:paraId="3CF85AFD" w14:textId="2B7E398B" w:rsidR="006C1881" w:rsidRDefault="006C1881" w:rsidP="007F1947">
            <w:pPr>
              <w:pStyle w:val="SIBulletList2"/>
            </w:pPr>
            <w:r>
              <w:t xml:space="preserve">types of bricks and blocks and their </w:t>
            </w:r>
            <w:r w:rsidR="00A63BE0">
              <w:t xml:space="preserve">dimensions, </w:t>
            </w:r>
            <w:proofErr w:type="gramStart"/>
            <w:r>
              <w:t>tolerances</w:t>
            </w:r>
            <w:proofErr w:type="gramEnd"/>
            <w:r>
              <w:t xml:space="preserve"> and applications</w:t>
            </w:r>
          </w:p>
          <w:p w14:paraId="093CB936" w14:textId="13FBB3A8" w:rsidR="006C1881" w:rsidRDefault="006C1881" w:rsidP="007F1947">
            <w:pPr>
              <w:pStyle w:val="SIBulletList2"/>
            </w:pPr>
            <w:r>
              <w:t>types of brick and block structures and features</w:t>
            </w:r>
            <w:r w:rsidR="00053D87">
              <w:t>, including single, double and cavity filled walls</w:t>
            </w:r>
          </w:p>
          <w:p w14:paraId="06810DEF" w14:textId="1C5B6803" w:rsidR="00A63BE0" w:rsidRDefault="00A63BE0" w:rsidP="007F1947">
            <w:pPr>
              <w:pStyle w:val="SIBulletList2"/>
            </w:pPr>
            <w:r>
              <w:t>types of brick and block patterns</w:t>
            </w:r>
            <w:r w:rsidR="000404F7">
              <w:t>,</w:t>
            </w:r>
            <w:r>
              <w:t xml:space="preserve"> joint finishing</w:t>
            </w:r>
            <w:r w:rsidR="000404F7">
              <w:t>, frogs and holes, and their purpose</w:t>
            </w:r>
          </w:p>
          <w:p w14:paraId="79B20A70" w14:textId="21A3CFB7" w:rsidR="009A29BD" w:rsidRDefault="009A29BD" w:rsidP="007F1947">
            <w:pPr>
              <w:pStyle w:val="SIBulletList2"/>
            </w:pPr>
            <w:r>
              <w:t>brick and block mechanical and hand cut methods</w:t>
            </w:r>
          </w:p>
          <w:p w14:paraId="3E95847B" w14:textId="7EE8A740" w:rsidR="006C1881" w:rsidRDefault="006C1881" w:rsidP="007F1947">
            <w:pPr>
              <w:pStyle w:val="SIBulletList2"/>
            </w:pPr>
            <w:r>
              <w:t>types of drainage applicable to brick and block structures and features</w:t>
            </w:r>
          </w:p>
          <w:p w14:paraId="3E65497F" w14:textId="637108FA" w:rsidR="006C1881" w:rsidRDefault="006C1881" w:rsidP="007F1947">
            <w:pPr>
              <w:pStyle w:val="SIBulletList2"/>
            </w:pPr>
            <w:r>
              <w:t>types of waterproofing</w:t>
            </w:r>
          </w:p>
          <w:p w14:paraId="02725895" w14:textId="1A2E2903" w:rsidR="000404F7" w:rsidRDefault="000404F7" w:rsidP="007F1947">
            <w:pPr>
              <w:pStyle w:val="SIBulletList2"/>
            </w:pPr>
            <w:r>
              <w:t>purpose of damp courses</w:t>
            </w:r>
          </w:p>
          <w:p w14:paraId="0A5A9253" w14:textId="3729C5ED" w:rsidR="006C1881" w:rsidRDefault="006C1881" w:rsidP="007F1947">
            <w:pPr>
              <w:pStyle w:val="SIBulletList2"/>
            </w:pPr>
            <w:r>
              <w:t>types of jointing applicable to brick and block structures and features</w:t>
            </w:r>
          </w:p>
          <w:p w14:paraId="0B6A0F9A" w14:textId="347175D8" w:rsidR="003722C8" w:rsidRDefault="003722C8" w:rsidP="007F1947">
            <w:pPr>
              <w:pStyle w:val="SIBulletList2"/>
            </w:pPr>
            <w:r>
              <w:t xml:space="preserve">types of </w:t>
            </w:r>
            <w:r w:rsidR="00556E5A">
              <w:t xml:space="preserve">concrete footings, </w:t>
            </w:r>
            <w:proofErr w:type="gramStart"/>
            <w:r>
              <w:t>reinforcement</w:t>
            </w:r>
            <w:proofErr w:type="gramEnd"/>
            <w:r>
              <w:t xml:space="preserve"> and core filling applicable to brick and block structures and features</w:t>
            </w:r>
          </w:p>
          <w:p w14:paraId="3EFBB92C" w14:textId="767B2D6C" w:rsidR="006C1881" w:rsidRPr="006679FD" w:rsidRDefault="006C1881" w:rsidP="007F1947">
            <w:pPr>
              <w:pStyle w:val="SIBulletList2"/>
            </w:pPr>
            <w:r>
              <w:t>post-construction finishes and applications</w:t>
            </w:r>
          </w:p>
          <w:p w14:paraId="594042BC" w14:textId="2FB966D4" w:rsidR="00F1480E" w:rsidRPr="000754EC" w:rsidRDefault="006679FD" w:rsidP="007F1947">
            <w:pPr>
              <w:pStyle w:val="SIBulletList2"/>
            </w:pPr>
            <w:r w:rsidRPr="006679FD">
              <w:t>environmental impacts of bricks and block construction works</w:t>
            </w:r>
            <w:r w:rsidR="0000661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34FDF54B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46E743D1" w:rsidR="00DA54B5" w:rsidRPr="00177AFB" w:rsidRDefault="00DA54B5" w:rsidP="00177A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72FFAC73" w:rsidR="00DA54B5" w:rsidRPr="00006616" w:rsidRDefault="00006616" w:rsidP="0000661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661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6552A244" w:rsidR="00DA54B5" w:rsidRPr="00177AFB" w:rsidRDefault="00DA54B5" w:rsidP="00177A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177AFB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177AFB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4CF7F19" w14:textId="44C0E86C" w:rsidR="00006616" w:rsidRPr="00006616" w:rsidRDefault="00006616" w:rsidP="00006616">
            <w:pPr>
              <w:pStyle w:val="SIBulletList2"/>
              <w:rPr>
                <w:rFonts w:eastAsia="Calibri"/>
              </w:rPr>
            </w:pPr>
            <w:r w:rsidRPr="00006616">
              <w:t xml:space="preserve">workplace procedures applicable to 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574BD565" w14:textId="7A6C1FDA" w:rsidR="00006616" w:rsidRPr="00006616" w:rsidRDefault="00006616" w:rsidP="0000661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6616">
              <w:t xml:space="preserve">materials, </w:t>
            </w:r>
            <w:proofErr w:type="gramStart"/>
            <w:r w:rsidRPr="00006616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006616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Pr="00006616">
              <w:t xml:space="preserve">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4AB282A7" w14:textId="71896039" w:rsidR="00DA54B5" w:rsidRPr="00006616" w:rsidRDefault="00006616" w:rsidP="0000661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06616">
              <w:t xml:space="preserve">PPE applicable to 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3D4B0BD2" w14:textId="7D406C6A" w:rsidR="00DA54B5" w:rsidRPr="00177AFB" w:rsidRDefault="00DA54B5" w:rsidP="00177AF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AFB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72C9E4E1" w14:textId="45D8F212" w:rsidR="00006616" w:rsidRPr="00006616" w:rsidRDefault="00006616" w:rsidP="00006616">
            <w:pPr>
              <w:pStyle w:val="SIBulletList2"/>
              <w:rPr>
                <w:rFonts w:eastAsia="Calibri"/>
              </w:rPr>
            </w:pPr>
            <w:r w:rsidRPr="00006616">
              <w:rPr>
                <w:rFonts w:eastAsia="Calibri"/>
              </w:rPr>
              <w:t xml:space="preserve">workplace requirements applicable to health and safety in the workplace for </w:t>
            </w:r>
            <w:r>
              <w:rPr>
                <w:rFonts w:eastAsia="Calibri"/>
              </w:rPr>
              <w:t xml:space="preserve">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5EDE35FD" w14:textId="6AF45533" w:rsidR="00DA54B5" w:rsidRPr="0093758F" w:rsidRDefault="00006616" w:rsidP="00006616">
            <w:pPr>
              <w:pStyle w:val="SIBulletList2"/>
              <w:rPr>
                <w:rFonts w:eastAsia="Calibri"/>
              </w:rPr>
            </w:pPr>
            <w:r w:rsidRPr="00DB5A99">
              <w:t xml:space="preserve">site plans and specifications applicable to </w:t>
            </w:r>
            <w:r w:rsidRPr="00006616">
              <w:t xml:space="preserve">constructing </w:t>
            </w:r>
            <w:r w:rsidRPr="004D3539">
              <w:t>brick and block structures and</w:t>
            </w:r>
            <w:r w:rsidRPr="00006616">
              <w:t xml:space="preserve"> features</w:t>
            </w:r>
          </w:p>
          <w:p w14:paraId="3A756AE8" w14:textId="4CA37674" w:rsidR="003722C8" w:rsidRPr="008035D2" w:rsidRDefault="003722C8" w:rsidP="00006616">
            <w:pPr>
              <w:pStyle w:val="SIBulletList2"/>
              <w:rPr>
                <w:rFonts w:eastAsia="Calibri"/>
              </w:rPr>
            </w:pPr>
            <w:r>
              <w:t xml:space="preserve">local and </w:t>
            </w:r>
            <w:r w:rsidRPr="003722C8">
              <w:t>State/Territory regulations and legislation applicable to constructing brick and block structures and features</w:t>
            </w:r>
          </w:p>
          <w:p w14:paraId="3604132A" w14:textId="70BC3AC3" w:rsidR="008035D2" w:rsidRPr="008035D2" w:rsidRDefault="008035D2" w:rsidP="008035D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035D2">
              <w:rPr>
                <w:rStyle w:val="SITemporaryText-red"/>
                <w:color w:val="auto"/>
                <w:sz w:val="20"/>
              </w:rPr>
              <w:t>Australian standards and codes applicable to constructing brick and block structures and features</w:t>
            </w:r>
          </w:p>
          <w:p w14:paraId="08F72541" w14:textId="7F62F518" w:rsidR="00DA54B5" w:rsidRPr="00177AFB" w:rsidRDefault="00DA54B5" w:rsidP="00177A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CC2DF4E" w:rsidR="00DA54B5" w:rsidRPr="00006616" w:rsidRDefault="00006616" w:rsidP="0000661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06616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0661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177AFB" w:rsidRDefault="00DA54B5" w:rsidP="00177AF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D717763" w:rsidR="00DA54B5" w:rsidRPr="00177AFB" w:rsidRDefault="00DA54B5" w:rsidP="00177AFB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77AF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278C433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40E4F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1A72A" w14:textId="77777777" w:rsidR="0012480B" w:rsidRDefault="0012480B" w:rsidP="00BF3F0A">
      <w:r>
        <w:separator/>
      </w:r>
    </w:p>
    <w:p w14:paraId="5516F88F" w14:textId="77777777" w:rsidR="0012480B" w:rsidRDefault="0012480B"/>
  </w:endnote>
  <w:endnote w:type="continuationSeparator" w:id="0">
    <w:p w14:paraId="5891A255" w14:textId="77777777" w:rsidR="0012480B" w:rsidRDefault="0012480B" w:rsidP="00BF3F0A">
      <w:r>
        <w:continuationSeparator/>
      </w:r>
    </w:p>
    <w:p w14:paraId="660D6B9F" w14:textId="77777777" w:rsidR="0012480B" w:rsidRDefault="001248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B59FA" w14:textId="77777777" w:rsidR="0012480B" w:rsidRDefault="0012480B" w:rsidP="00BF3F0A">
      <w:r>
        <w:separator/>
      </w:r>
    </w:p>
    <w:p w14:paraId="77D78896" w14:textId="77777777" w:rsidR="0012480B" w:rsidRDefault="0012480B"/>
  </w:footnote>
  <w:footnote w:type="continuationSeparator" w:id="0">
    <w:p w14:paraId="66D1E623" w14:textId="77777777" w:rsidR="0012480B" w:rsidRDefault="0012480B" w:rsidP="00BF3F0A">
      <w:r>
        <w:continuationSeparator/>
      </w:r>
    </w:p>
    <w:p w14:paraId="1D76B0F9" w14:textId="77777777" w:rsidR="0012480B" w:rsidRDefault="001248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E2C79CA" w:rsidR="009C2650" w:rsidRPr="006679FD" w:rsidRDefault="006679FD" w:rsidP="006679FD">
    <w:r w:rsidRPr="006679FD">
      <w:rPr>
        <w:lang w:eastAsia="en-US"/>
      </w:rPr>
      <w:t>AHCLSC3</w:t>
    </w:r>
    <w:r w:rsidR="00490D40">
      <w:t>XX</w:t>
    </w:r>
    <w:r w:rsidRPr="006679FD">
      <w:rPr>
        <w:lang w:eastAsia="en-US"/>
      </w:rPr>
      <w:t xml:space="preserve"> Construct brick and block structures and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24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3"/>
  </w:num>
  <w:num w:numId="10">
    <w:abstractNumId w:val="16"/>
  </w:num>
  <w:num w:numId="11">
    <w:abstractNumId w:val="21"/>
  </w:num>
  <w:num w:numId="12">
    <w:abstractNumId w:val="18"/>
  </w:num>
  <w:num w:numId="13">
    <w:abstractNumId w:val="26"/>
  </w:num>
  <w:num w:numId="14">
    <w:abstractNumId w:val="6"/>
  </w:num>
  <w:num w:numId="15">
    <w:abstractNumId w:val="7"/>
  </w:num>
  <w:num w:numId="16">
    <w:abstractNumId w:val="27"/>
  </w:num>
  <w:num w:numId="17">
    <w:abstractNumId w:val="17"/>
  </w:num>
  <w:num w:numId="18">
    <w:abstractNumId w:val="5"/>
  </w:num>
  <w:num w:numId="19">
    <w:abstractNumId w:val="11"/>
  </w:num>
  <w:num w:numId="20">
    <w:abstractNumId w:val="2"/>
  </w:num>
  <w:num w:numId="21">
    <w:abstractNumId w:val="19"/>
  </w:num>
  <w:num w:numId="22">
    <w:abstractNumId w:val="20"/>
  </w:num>
  <w:num w:numId="23">
    <w:abstractNumId w:val="15"/>
  </w:num>
  <w:num w:numId="24">
    <w:abstractNumId w:val="22"/>
  </w:num>
  <w:num w:numId="25">
    <w:abstractNumId w:val="10"/>
  </w:num>
  <w:num w:numId="26">
    <w:abstractNumId w:val="25"/>
  </w:num>
  <w:num w:numId="27">
    <w:abstractNumId w:val="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616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04F7"/>
    <w:rsid w:val="00040E4F"/>
    <w:rsid w:val="00041E59"/>
    <w:rsid w:val="00053D87"/>
    <w:rsid w:val="00064BFE"/>
    <w:rsid w:val="00070B3E"/>
    <w:rsid w:val="00071F95"/>
    <w:rsid w:val="000737BB"/>
    <w:rsid w:val="00074E47"/>
    <w:rsid w:val="000754EC"/>
    <w:rsid w:val="0009093B"/>
    <w:rsid w:val="00092E94"/>
    <w:rsid w:val="00095346"/>
    <w:rsid w:val="000A5441"/>
    <w:rsid w:val="000B2022"/>
    <w:rsid w:val="000C149A"/>
    <w:rsid w:val="000C224E"/>
    <w:rsid w:val="000C3C46"/>
    <w:rsid w:val="000E25E6"/>
    <w:rsid w:val="000E2C86"/>
    <w:rsid w:val="000F29F2"/>
    <w:rsid w:val="00101659"/>
    <w:rsid w:val="00105AEA"/>
    <w:rsid w:val="001078BF"/>
    <w:rsid w:val="001236E0"/>
    <w:rsid w:val="0012480B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77AFB"/>
    <w:rsid w:val="0018546B"/>
    <w:rsid w:val="001A1C18"/>
    <w:rsid w:val="001A6A3E"/>
    <w:rsid w:val="001A7B6D"/>
    <w:rsid w:val="001B34D5"/>
    <w:rsid w:val="001B513A"/>
    <w:rsid w:val="001C0A75"/>
    <w:rsid w:val="001C1306"/>
    <w:rsid w:val="001C6A5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ED7"/>
    <w:rsid w:val="00346FDC"/>
    <w:rsid w:val="00350BB1"/>
    <w:rsid w:val="00352C83"/>
    <w:rsid w:val="00366805"/>
    <w:rsid w:val="0037067D"/>
    <w:rsid w:val="003722C8"/>
    <w:rsid w:val="00373436"/>
    <w:rsid w:val="0038735B"/>
    <w:rsid w:val="003916D1"/>
    <w:rsid w:val="00394C90"/>
    <w:rsid w:val="003A21F0"/>
    <w:rsid w:val="003A277F"/>
    <w:rsid w:val="003A58BA"/>
    <w:rsid w:val="003A5AE7"/>
    <w:rsid w:val="003A6BA3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D4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53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6E5A"/>
    <w:rsid w:val="00557369"/>
    <w:rsid w:val="00557D22"/>
    <w:rsid w:val="00564ADD"/>
    <w:rsid w:val="00565D29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18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947"/>
    <w:rsid w:val="007F1EB2"/>
    <w:rsid w:val="007F44DB"/>
    <w:rsid w:val="007F5A8B"/>
    <w:rsid w:val="008035D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2CD7"/>
    <w:rsid w:val="0093758F"/>
    <w:rsid w:val="00944C09"/>
    <w:rsid w:val="00944E06"/>
    <w:rsid w:val="009527CB"/>
    <w:rsid w:val="00953835"/>
    <w:rsid w:val="00960F6C"/>
    <w:rsid w:val="00970747"/>
    <w:rsid w:val="00997BFC"/>
    <w:rsid w:val="009A29BD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6156"/>
    <w:rsid w:val="00A3639E"/>
    <w:rsid w:val="00A37E76"/>
    <w:rsid w:val="00A5092E"/>
    <w:rsid w:val="00A554D6"/>
    <w:rsid w:val="00A56E14"/>
    <w:rsid w:val="00A63BE0"/>
    <w:rsid w:val="00A6476B"/>
    <w:rsid w:val="00A76C6C"/>
    <w:rsid w:val="00A85680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1224"/>
    <w:rsid w:val="00C143C3"/>
    <w:rsid w:val="00C1739B"/>
    <w:rsid w:val="00C21ADE"/>
    <w:rsid w:val="00C25985"/>
    <w:rsid w:val="00C26067"/>
    <w:rsid w:val="00C30A29"/>
    <w:rsid w:val="00C317DC"/>
    <w:rsid w:val="00C578E9"/>
    <w:rsid w:val="00C70626"/>
    <w:rsid w:val="00C72860"/>
    <w:rsid w:val="00C72CCC"/>
    <w:rsid w:val="00C73582"/>
    <w:rsid w:val="00C73B90"/>
    <w:rsid w:val="00C742EC"/>
    <w:rsid w:val="00C96AF3"/>
    <w:rsid w:val="00C97CCC"/>
    <w:rsid w:val="00C97F38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82450"/>
    <w:rsid w:val="00E91BFF"/>
    <w:rsid w:val="00E92933"/>
    <w:rsid w:val="00E933B0"/>
    <w:rsid w:val="00E94FAD"/>
    <w:rsid w:val="00E95498"/>
    <w:rsid w:val="00EA636C"/>
    <w:rsid w:val="00EB0AA4"/>
    <w:rsid w:val="00EB5C88"/>
    <w:rsid w:val="00EC0469"/>
    <w:rsid w:val="00EC0C3E"/>
    <w:rsid w:val="00EC46F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Props1.xml><?xml version="1.0" encoding="utf-8"?>
<ds:datastoreItem xmlns:ds="http://schemas.openxmlformats.org/officeDocument/2006/customXml" ds:itemID="{83BF0DDC-D28A-46AB-B505-6E8B67CAC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BDBB9-B5EC-449B-9514-E279F1B25D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298</TotalTime>
  <Pages>5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34</cp:revision>
  <cp:lastPrinted>2016-05-27T05:21:00Z</cp:lastPrinted>
  <dcterms:created xsi:type="dcterms:W3CDTF">2020-08-25T06:08:00Z</dcterms:created>
  <dcterms:modified xsi:type="dcterms:W3CDTF">2021-06-08T06:24:00Z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